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C4D8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AE65CA" w14:textId="77777777" w:rsidR="004415AB" w:rsidRDefault="002621DB"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5783CF9F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76C0ED69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6260CF80" w14:textId="77777777" w:rsidR="004415AB" w:rsidRDefault="004415AB">
      <w:pPr>
        <w:jc w:val="center"/>
        <w:rPr>
          <w:rFonts w:ascii="Arial" w:hAnsi="Arial" w:cs="Arial"/>
          <w:b/>
          <w:sz w:val="28"/>
          <w:szCs w:val="28"/>
        </w:rPr>
      </w:pPr>
    </w:p>
    <w:p w14:paraId="3705532B" w14:textId="22F35C45" w:rsidR="004415AB" w:rsidRDefault="002621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 w:rsidRPr="005955DC">
        <w:rPr>
          <w:rFonts w:ascii="Arial" w:hAnsi="Arial" w:cs="Arial"/>
          <w:b/>
          <w:sz w:val="28"/>
          <w:szCs w:val="28"/>
        </w:rPr>
        <w:t>dodávek</w:t>
      </w:r>
    </w:p>
    <w:p w14:paraId="62546126" w14:textId="77777777" w:rsidR="004415AB" w:rsidRDefault="004415AB"/>
    <w:p w14:paraId="5A1FE869" w14:textId="77777777" w:rsidR="004415AB" w:rsidRDefault="004415AB"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 w:rsidR="004415AB" w14:paraId="52A6B22A" w14:textId="77777777">
        <w:trPr>
          <w:trHeight w:val="364"/>
        </w:trPr>
        <w:tc>
          <w:tcPr>
            <w:tcW w:w="2365" w:type="dxa"/>
            <w:vAlign w:val="center"/>
          </w:tcPr>
          <w:p w14:paraId="1523FCC8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54911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 w14:paraId="7FF0E4CB" w14:textId="77777777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 w14:paraId="7FADDF83" w14:textId="77777777" w:rsidR="00FB1C85" w:rsidRPr="00FB1C85" w:rsidRDefault="00FB1C85" w:rsidP="00FB1C85">
            <w:pPr>
              <w:ind w:right="-1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B1C8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Dodávky nemocničních lůžek standard včetně příslušenství pro Krajskou zdravotní, a.s. 2025</w:t>
            </w:r>
          </w:p>
          <w:p w14:paraId="578634DC" w14:textId="453AE69D" w:rsidR="004415AB" w:rsidRDefault="004415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15AB" w14:paraId="498AE306" w14:textId="77777777">
        <w:trPr>
          <w:trHeight w:val="670"/>
        </w:trPr>
        <w:tc>
          <w:tcPr>
            <w:tcW w:w="2365" w:type="dxa"/>
            <w:vAlign w:val="center"/>
          </w:tcPr>
          <w:p w14:paraId="600DD1B8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 w14:paraId="0D335F3B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 w14:paraId="06D916AE" w14:textId="150CB25F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sídlem Ústí nad Labem, Sociální péče 3316/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B05D0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PSČ 401 13, </w:t>
            </w:r>
          </w:p>
          <w:p w14:paraId="5147C62F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 w:rsidR="004415AB" w14:paraId="4E9F85C4" w14:textId="77777777">
        <w:trPr>
          <w:trHeight w:val="670"/>
        </w:trPr>
        <w:tc>
          <w:tcPr>
            <w:tcW w:w="2365" w:type="dxa"/>
            <w:vAlign w:val="center"/>
          </w:tcPr>
          <w:p w14:paraId="703430DF" w14:textId="77777777" w:rsidR="004415AB" w:rsidRDefault="002621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 w14:paraId="1D43D718" w14:textId="77777777" w:rsidR="004415AB" w:rsidRDefault="002621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 w:rsidR="004415AB" w14:paraId="728B1497" w14:textId="77777777"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 w14:paraId="58DB861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 w14:paraId="78B3408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0FBF224F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 w14:paraId="3293EB12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6FADD81E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7B48FB25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 w14:paraId="39D7AB36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CFF855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 w14:paraId="427693D2" w14:textId="77777777" w:rsidR="004415AB" w:rsidRDefault="002621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 w14:paraId="5A11A8F1" w14:textId="77777777" w:rsidR="004415AB" w:rsidRDefault="002621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 w:rsidR="004415AB" w14:paraId="650A6FA2" w14:textId="77777777">
        <w:trPr>
          <w:trHeight w:val="641"/>
        </w:trPr>
        <w:tc>
          <w:tcPr>
            <w:tcW w:w="2365" w:type="dxa"/>
            <w:vAlign w:val="center"/>
          </w:tcPr>
          <w:p w14:paraId="5CA1EC6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F6F586" w14:textId="77777777" w:rsidR="004415AB" w:rsidRDefault="004415AB"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35E1C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1248AA7" w14:textId="77777777" w:rsidR="004415AB" w:rsidRDefault="004415AB"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1E81B6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06F5BF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27D2A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C8F27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4D350E81" w14:textId="77777777">
        <w:trPr>
          <w:trHeight w:val="641"/>
        </w:trPr>
        <w:tc>
          <w:tcPr>
            <w:tcW w:w="2365" w:type="dxa"/>
            <w:vAlign w:val="center"/>
          </w:tcPr>
          <w:p w14:paraId="5C6980BA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C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F508D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604956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7EA5B8E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4C7456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BBE7310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450DCD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5AB" w14:paraId="55D1CBD0" w14:textId="77777777">
        <w:trPr>
          <w:trHeight w:val="641"/>
        </w:trPr>
        <w:tc>
          <w:tcPr>
            <w:tcW w:w="2365" w:type="dxa"/>
            <w:vAlign w:val="center"/>
          </w:tcPr>
          <w:p w14:paraId="077A4202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4303B7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27E23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ADDEBE5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EAF683D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3A3EC0E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7B4878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97E24F" w14:textId="77777777" w:rsidR="004415AB" w:rsidRDefault="004415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84BF9B" w14:textId="77777777" w:rsidR="004415AB" w:rsidRDefault="002621DB"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 w14:paraId="3BB77D5E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095153E5" w14:textId="77777777" w:rsidR="004415AB" w:rsidRDefault="004415AB">
      <w:pPr>
        <w:rPr>
          <w:rFonts w:ascii="Arial" w:hAnsi="Arial" w:cs="Arial"/>
          <w:sz w:val="20"/>
          <w:szCs w:val="20"/>
        </w:rPr>
      </w:pPr>
    </w:p>
    <w:p w14:paraId="100C3C61" w14:textId="77777777" w:rsidR="004415AB" w:rsidRDefault="002621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 dne ………………</w:t>
      </w:r>
    </w:p>
    <w:p w14:paraId="407513F4" w14:textId="77777777" w:rsidR="004415AB" w:rsidRDefault="002621D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 w14:paraId="668B52C0" w14:textId="77777777" w:rsidR="004415AB" w:rsidRDefault="002621D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 w14:paraId="09F28B29" w14:textId="77777777" w:rsidR="004415AB" w:rsidRDefault="002621DB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 w:rsidR="004415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9F65" w14:textId="77777777" w:rsidR="0014067E" w:rsidRDefault="0014067E">
      <w:r>
        <w:separator/>
      </w:r>
    </w:p>
  </w:endnote>
  <w:endnote w:type="continuationSeparator" w:id="0">
    <w:p w14:paraId="745B12A4" w14:textId="77777777" w:rsidR="0014067E" w:rsidRDefault="0014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3C39B" w14:textId="77777777" w:rsidR="00FD4790" w:rsidRDefault="00FD47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294F" w14:textId="71B1762B" w:rsidR="004415AB" w:rsidRDefault="004415AB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</w:p>
  <w:p w14:paraId="331B1557" w14:textId="77777777" w:rsidR="003061B2" w:rsidRDefault="003061B2" w:rsidP="003061B2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E6A8F" wp14:editId="111AB7C5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CA843A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D3F5E51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13121A94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E6A8F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2DCA843A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D3F5E51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13121A94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08CB28" wp14:editId="7166A3C5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03E683" id="Přímá spojnice 163370552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" strokecolor="#00a7ff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5A3D2" wp14:editId="328A6E74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F75F2" w14:textId="77777777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238CB469" w14:textId="77777777" w:rsidR="003061B2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7F1DE68" w14:textId="2D25F461" w:rsidR="003061B2" w:rsidRPr="00AB233A" w:rsidRDefault="003061B2" w:rsidP="003061B2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FD4790">
                            <w:rPr>
                              <w:szCs w:val="16"/>
                            </w:rPr>
                            <w:t>na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9A5A3D2" id="Textové pole 2" o:spid="_x0000_s1027" type="#_x0000_t202" style="position:absolute;left:0;text-align:left;margin-left:-11.25pt;margin-top:-19.15pt;width:193.9pt;height:48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EEF75F2" w14:textId="77777777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238CB469" w14:textId="77777777" w:rsidR="003061B2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7F1DE68" w14:textId="2D25F461" w:rsidR="003061B2" w:rsidRPr="00AB233A" w:rsidRDefault="003061B2" w:rsidP="003061B2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FD4790">
                      <w:rPr>
                        <w:szCs w:val="16"/>
                      </w:rPr>
                      <w:t>na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BC36B4" wp14:editId="668B53B5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CA7F9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  <w:r w:rsidRPr="00240FFA">
                            <w:t xml:space="preserve"> </w:t>
                          </w:r>
                          <w:r>
                            <w:t>111</w:t>
                          </w:r>
                        </w:p>
                        <w:p w14:paraId="0634B2E8" w14:textId="77777777" w:rsidR="003061B2" w:rsidRPr="00240FFA" w:rsidRDefault="003061B2" w:rsidP="003061B2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EC031A5" w14:textId="77777777" w:rsidR="003061B2" w:rsidRPr="00240FFA" w:rsidRDefault="003061B2" w:rsidP="003061B2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BC36B4" id="Textové pole 976648098" o:spid="_x0000_s1028" type="#_x0000_t202" style="position:absolute;left:0;text-align:left;margin-left:194pt;margin-top:-19pt;width:97.9pt;height: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22CA7F9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>
                      <w:t>111</w:t>
                    </w:r>
                    <w:r w:rsidRPr="00240FFA">
                      <w:t xml:space="preserve"> </w:t>
                    </w:r>
                    <w:r>
                      <w:t>111</w:t>
                    </w:r>
                  </w:p>
                  <w:p w14:paraId="0634B2E8" w14:textId="77777777" w:rsidR="003061B2" w:rsidRPr="00240FFA" w:rsidRDefault="003061B2" w:rsidP="003061B2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EC031A5" w14:textId="77777777" w:rsidR="003061B2" w:rsidRPr="00240FFA" w:rsidRDefault="003061B2" w:rsidP="003061B2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172910" wp14:editId="358F0A47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1ABFBF" id="Přímá spojnice 120716088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" strokecolor="#00a7ff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4B8A19DD" wp14:editId="0C0F057C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A6AE6A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187DF5DF" w14:textId="77777777" w:rsidR="004415AB" w:rsidRDefault="004415AB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765E" w14:textId="77777777" w:rsidR="00FD4790" w:rsidRDefault="00FD47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D8AF" w14:textId="77777777" w:rsidR="0014067E" w:rsidRDefault="0014067E">
      <w:r>
        <w:separator/>
      </w:r>
    </w:p>
  </w:footnote>
  <w:footnote w:type="continuationSeparator" w:id="0">
    <w:p w14:paraId="26A9768B" w14:textId="77777777" w:rsidR="0014067E" w:rsidRDefault="00140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ED78" w14:textId="77777777" w:rsidR="00FD4790" w:rsidRDefault="00FD47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29B1" w14:textId="77777777" w:rsidR="003061B2" w:rsidRDefault="003061B2" w:rsidP="003061B2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60288" behindDoc="1" locked="0" layoutInCell="1" allowOverlap="1" wp14:anchorId="5CAC370D" wp14:editId="55C8E01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58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48A6B3" wp14:editId="7C2FCF2E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74DB70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" strokecolor="#00a7ff" strokeweight=".4pt">
              <v:stroke joinstyle="miter"/>
              <w10:wrap anchory="page"/>
            </v:line>
          </w:pict>
        </mc:Fallback>
      </mc:AlternateContent>
    </w:r>
  </w:p>
  <w:p w14:paraId="12906065" w14:textId="757F6204" w:rsidR="004415AB" w:rsidRDefault="004415AB">
    <w:pPr>
      <w:pStyle w:val="Zhlav"/>
      <w:jc w:val="right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939E" w14:textId="77777777" w:rsidR="00FD4790" w:rsidRDefault="00FD479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5AB"/>
    <w:rsid w:val="000D1490"/>
    <w:rsid w:val="000E56FD"/>
    <w:rsid w:val="0014067E"/>
    <w:rsid w:val="001B6566"/>
    <w:rsid w:val="00247A5A"/>
    <w:rsid w:val="002621DB"/>
    <w:rsid w:val="002B309F"/>
    <w:rsid w:val="002C04F9"/>
    <w:rsid w:val="002F0E36"/>
    <w:rsid w:val="002F55D8"/>
    <w:rsid w:val="003061B2"/>
    <w:rsid w:val="00362346"/>
    <w:rsid w:val="003A2F60"/>
    <w:rsid w:val="004415AB"/>
    <w:rsid w:val="004801A5"/>
    <w:rsid w:val="004B05D0"/>
    <w:rsid w:val="004C7647"/>
    <w:rsid w:val="0053057E"/>
    <w:rsid w:val="005955DC"/>
    <w:rsid w:val="0068427F"/>
    <w:rsid w:val="00692882"/>
    <w:rsid w:val="00736970"/>
    <w:rsid w:val="00823958"/>
    <w:rsid w:val="008334F8"/>
    <w:rsid w:val="008622DB"/>
    <w:rsid w:val="008B0F6B"/>
    <w:rsid w:val="008C0146"/>
    <w:rsid w:val="008C3867"/>
    <w:rsid w:val="008E3AFB"/>
    <w:rsid w:val="00913A0E"/>
    <w:rsid w:val="00925476"/>
    <w:rsid w:val="00953CF1"/>
    <w:rsid w:val="00A014D0"/>
    <w:rsid w:val="00A04F3A"/>
    <w:rsid w:val="00B67716"/>
    <w:rsid w:val="00B819AD"/>
    <w:rsid w:val="00BD04FF"/>
    <w:rsid w:val="00BE68D6"/>
    <w:rsid w:val="00C152F7"/>
    <w:rsid w:val="00DB52F5"/>
    <w:rsid w:val="00DC29DD"/>
    <w:rsid w:val="00E872F6"/>
    <w:rsid w:val="00EF153E"/>
    <w:rsid w:val="00F67773"/>
    <w:rsid w:val="00FA34F6"/>
    <w:rsid w:val="00FB1C85"/>
    <w:rsid w:val="00FD4790"/>
    <w:rsid w:val="00FD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44A32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zapati">
    <w:name w:val="text zapati"/>
    <w:basedOn w:val="Normln"/>
    <w:next w:val="Normln"/>
    <w:link w:val="textzapatiChar"/>
    <w:qFormat/>
    <w:rsid w:val="003061B2"/>
    <w:pPr>
      <w:spacing w:line="360" w:lineRule="auto"/>
    </w:pPr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3061B2"/>
    <w:rPr>
      <w:rFonts w:ascii="Arial" w:eastAsiaTheme="minorHAnsi" w:hAnsi="Arial" w:cs="David"/>
      <w:color w:val="000000"/>
      <w:sz w:val="16"/>
      <w:szCs w:val="22"/>
      <w:lang w:val="en-US" w:eastAsia="en-US"/>
      <w14:ligatures w14:val="standardContextual"/>
      <w14:numForm w14:val="lining"/>
      <w14:numSpacing w14:val="tab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0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Radka Chladová</cp:lastModifiedBy>
  <cp:revision>2</cp:revision>
  <dcterms:created xsi:type="dcterms:W3CDTF">2026-02-04T13:45:00Z</dcterms:created>
  <dcterms:modified xsi:type="dcterms:W3CDTF">2026-02-04T13:45:00Z</dcterms:modified>
</cp:coreProperties>
</file>